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F540C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05B839DD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interfonds 2014-2020</w:t>
      </w:r>
    </w:p>
    <w:p w14:paraId="07907D2D" w14:textId="6DA256F2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85072D">
        <w:rPr>
          <w:rFonts w:ascii="Arial" w:hAnsi="Arial" w:cs="Arial"/>
          <w:b/>
          <w:bCs/>
          <w:sz w:val="32"/>
          <w:szCs w:val="32"/>
        </w:rPr>
        <w:t>2 au 15 février 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4D1EC911" w14:textId="77777777" w:rsidR="008F0B5E" w:rsidRDefault="008F0B5E">
      <w:pPr>
        <w:rPr>
          <w:rFonts w:ascii="Arial" w:hAnsi="Arial" w:cs="Arial"/>
          <w:sz w:val="24"/>
        </w:rPr>
      </w:pPr>
    </w:p>
    <w:p w14:paraId="311460FA" w14:textId="77777777"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>Relecteur(s) Nom et Organisme:</w:t>
      </w:r>
    </w:p>
    <w:p w14:paraId="75D91B74" w14:textId="77777777"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24FF19AB" w14:textId="77777777"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69887795" w14:textId="77777777" w:rsidR="008F0B5E" w:rsidRDefault="008F0B5E">
      <w:pPr>
        <w:rPr>
          <w:rFonts w:ascii="Arial" w:hAnsi="Arial" w:cs="Arial"/>
          <w:b/>
          <w:sz w:val="16"/>
        </w:rPr>
      </w:pPr>
    </w:p>
    <w:p w14:paraId="33606D64" w14:textId="77777777"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 w14:paraId="100F8469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15C23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487724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 w14:paraId="3C4BB7FC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E576C0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AD78DF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6D7B7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267C6A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7FD5D6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3B38BB" w14:textId="77777777"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14:paraId="11FC041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3511D8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AFA33C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BA14EDC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B0140" w14:textId="77777777" w:rsidR="008F0B5E" w:rsidRDefault="008F0B5E">
            <w:pPr>
              <w:rPr>
                <w:rFonts w:ascii="Arial" w:hAnsi="Arial" w:cs="Arial"/>
              </w:rPr>
            </w:pPr>
          </w:p>
        </w:tc>
      </w:tr>
    </w:tbl>
    <w:p w14:paraId="3FDE202E" w14:textId="77777777" w:rsidR="008F0B5E" w:rsidRDefault="008F0B5E">
      <w:pPr>
        <w:rPr>
          <w:rFonts w:ascii="Arial" w:hAnsi="Arial" w:cs="Arial"/>
          <w:b/>
          <w:sz w:val="16"/>
        </w:rPr>
      </w:pPr>
    </w:p>
    <w:p w14:paraId="47855230" w14:textId="77777777"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0E9FA" w14:textId="77777777" w:rsidR="006C100B" w:rsidRDefault="007E4531">
      <w:r>
        <w:separator/>
      </w:r>
    </w:p>
  </w:endnote>
  <w:endnote w:type="continuationSeparator" w:id="0">
    <w:p w14:paraId="5A73FDA9" w14:textId="77777777" w:rsidR="006C100B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D4337" w14:textId="77777777" w:rsidR="008F2502" w:rsidRDefault="0085072D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 w14:paraId="06475A8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3D987E55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1E3350A8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interfonds 2014-2020</w:t>
          </w:r>
        </w:p>
        <w:p w14:paraId="31AA0557" w14:textId="77777777"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629B98F2" w14:textId="77777777"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7A699681" w14:textId="77777777"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3FBFD769" w14:textId="77777777" w:rsidR="008F2502" w:rsidRDefault="0085072D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ECE3B" w14:textId="77777777" w:rsidR="006C100B" w:rsidRDefault="007E4531">
      <w:r>
        <w:rPr>
          <w:color w:val="000000"/>
        </w:rPr>
        <w:separator/>
      </w:r>
    </w:p>
  </w:footnote>
  <w:footnote w:type="continuationSeparator" w:id="0">
    <w:p w14:paraId="57AD8AE5" w14:textId="77777777" w:rsidR="006C100B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6D16" w14:textId="77777777" w:rsidR="008F2502" w:rsidRDefault="007E4531">
    <w:pPr>
      <w:pStyle w:val="En-tte"/>
      <w:jc w:val="center"/>
    </w:pPr>
    <w:r>
      <w:rPr>
        <w:noProof/>
      </w:rPr>
      <w:drawing>
        <wp:inline distT="0" distB="0" distL="0" distR="0" wp14:anchorId="62653895" wp14:editId="6038922E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B68BA7" w14:textId="77777777" w:rsidR="008F2502" w:rsidRDefault="0085072D">
    <w:pPr>
      <w:pStyle w:val="En-tte"/>
    </w:pPr>
  </w:p>
  <w:p w14:paraId="77187B61" w14:textId="77777777" w:rsidR="008F2502" w:rsidRDefault="008507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5E"/>
    <w:rsid w:val="000B08B9"/>
    <w:rsid w:val="003C60DC"/>
    <w:rsid w:val="00423DBA"/>
    <w:rsid w:val="006C100B"/>
    <w:rsid w:val="007E4531"/>
    <w:rsid w:val="0085072D"/>
    <w:rsid w:val="008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40C6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 CONSULTATION ECRITE FICHE REMARQUES INTERFONDS</Template>
  <TotalTime>3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BELLOUKRIF Samia</cp:lastModifiedBy>
  <cp:revision>6</cp:revision>
  <cp:lastPrinted>2020-01-23T16:30:00Z</cp:lastPrinted>
  <dcterms:created xsi:type="dcterms:W3CDTF">2021-05-04T14:00:00Z</dcterms:created>
  <dcterms:modified xsi:type="dcterms:W3CDTF">2022-01-28T14:51:00Z</dcterms:modified>
</cp:coreProperties>
</file>