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53A" w:rsidRDefault="008C453A" w:rsidP="00A511A1">
      <w:pPr>
        <w:spacing w:after="0"/>
        <w:jc w:val="center"/>
      </w:pP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C0344E">
        <w:rPr>
          <w:noProof/>
        </w:rPr>
        <w:drawing>
          <wp:inline distT="0" distB="0" distL="0" distR="0" wp14:anchorId="7436D429" wp14:editId="7676196F">
            <wp:extent cx="5940425" cy="1436089"/>
            <wp:effectExtent l="0" t="0" r="3175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36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C0344E">
        <w:rPr>
          <w:rFonts w:ascii="Arial" w:eastAsia="Arial" w:hAnsi="Arial" w:cs="Arial"/>
          <w:b/>
          <w:sz w:val="32"/>
        </w:rPr>
        <w:t>18</w:t>
      </w:r>
      <w:r w:rsidR="009D2908">
        <w:rPr>
          <w:rFonts w:ascii="Arial" w:eastAsia="Arial" w:hAnsi="Arial" w:cs="Arial"/>
          <w:b/>
          <w:sz w:val="32"/>
        </w:rPr>
        <w:t xml:space="preserve"> au </w:t>
      </w:r>
      <w:r w:rsidR="00C0344E">
        <w:rPr>
          <w:rFonts w:ascii="Arial" w:eastAsia="Arial" w:hAnsi="Arial" w:cs="Arial"/>
          <w:b/>
          <w:sz w:val="32"/>
        </w:rPr>
        <w:t>31 janvier 2019</w:t>
      </w:r>
      <w:bookmarkStart w:id="0" w:name="_GoBack"/>
      <w:bookmarkEnd w:id="0"/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44E"/>
    <w:rsid w:val="00101DEF"/>
    <w:rsid w:val="001A5CE0"/>
    <w:rsid w:val="0020057C"/>
    <w:rsid w:val="002626AA"/>
    <w:rsid w:val="003405D2"/>
    <w:rsid w:val="004621EC"/>
    <w:rsid w:val="004B46CA"/>
    <w:rsid w:val="00553FB8"/>
    <w:rsid w:val="00854711"/>
    <w:rsid w:val="00864E43"/>
    <w:rsid w:val="00873675"/>
    <w:rsid w:val="008C453A"/>
    <w:rsid w:val="009D2908"/>
    <w:rsid w:val="00A511A1"/>
    <w:rsid w:val="00B465CB"/>
    <w:rsid w:val="00BF5B78"/>
    <w:rsid w:val="00C0344E"/>
    <w:rsid w:val="00D63472"/>
    <w:rsid w:val="00DA4A9B"/>
    <w:rsid w:val="00DC05B6"/>
    <w:rsid w:val="00E47FA5"/>
    <w:rsid w:val="00E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13964"/>
  <w15:docId w15:val="{A64AA706-BE44-46F7-89D9-AE6D0F6B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G\SCPR\25%20-%20COMITOLOGIE%20-%20PARTENARIAT%20(Samia)\14%20-%20comit&#233;%20r&#233;gional%20de%20programmation%20-%202019\CIRP%20POIA%20du%2024%2001%202019\MEL%20consultation\MODELE%20FICHE%20REMARQUE%20CIRP%20POIA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FICHE REMARQUE CIRP POIA</Template>
  <TotalTime>1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LAFONT Dominique</dc:creator>
  <cp:keywords/>
  <cp:lastModifiedBy>LAFONT Dominique</cp:lastModifiedBy>
  <cp:revision>1</cp:revision>
  <cp:lastPrinted>2016-06-15T13:16:00Z</cp:lastPrinted>
  <dcterms:created xsi:type="dcterms:W3CDTF">2019-01-08T10:59:00Z</dcterms:created>
  <dcterms:modified xsi:type="dcterms:W3CDTF">2019-01-08T11:00:00Z</dcterms:modified>
</cp:coreProperties>
</file>